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1BF" w:rsidRDefault="00F811BF" w:rsidP="00DC72A9"/>
    <w:p w:rsidR="00F811BF" w:rsidRPr="00C34F65" w:rsidRDefault="00F811BF" w:rsidP="00DC72A9">
      <w:pPr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资助研究生参加国际高水平会议和访学</w:t>
      </w:r>
      <w:r w:rsidRPr="00C34F65">
        <w:rPr>
          <w:rFonts w:ascii="黑体" w:eastAsia="黑体" w:hint="eastAsia"/>
          <w:b/>
          <w:sz w:val="30"/>
          <w:szCs w:val="30"/>
        </w:rPr>
        <w:t>项目申请情况一览表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69"/>
        <w:gridCol w:w="1197"/>
        <w:gridCol w:w="1027"/>
        <w:gridCol w:w="1163"/>
        <w:gridCol w:w="1511"/>
        <w:gridCol w:w="884"/>
        <w:gridCol w:w="3186"/>
        <w:gridCol w:w="1505"/>
        <w:gridCol w:w="1259"/>
        <w:gridCol w:w="740"/>
        <w:gridCol w:w="933"/>
      </w:tblGrid>
      <w:tr w:rsidR="00F811BF" w:rsidTr="001476BC">
        <w:trPr>
          <w:jc w:val="center"/>
        </w:trPr>
        <w:tc>
          <w:tcPr>
            <w:tcW w:w="271" w:type="pct"/>
          </w:tcPr>
          <w:p w:rsidR="00F811BF" w:rsidRPr="001476BC" w:rsidRDefault="00F811BF" w:rsidP="001476BC">
            <w:pPr>
              <w:jc w:val="center"/>
              <w:rPr>
                <w:kern w:val="0"/>
                <w:sz w:val="20"/>
              </w:rPr>
            </w:pPr>
            <w:r w:rsidRPr="001476BC">
              <w:rPr>
                <w:rFonts w:hint="eastAsia"/>
                <w:kern w:val="0"/>
                <w:sz w:val="20"/>
              </w:rPr>
              <w:t>序号</w:t>
            </w:r>
          </w:p>
        </w:tc>
        <w:tc>
          <w:tcPr>
            <w:tcW w:w="422" w:type="pct"/>
          </w:tcPr>
          <w:p w:rsidR="00F811BF" w:rsidRPr="001476BC" w:rsidRDefault="00F811BF" w:rsidP="001476BC">
            <w:pPr>
              <w:jc w:val="center"/>
              <w:rPr>
                <w:kern w:val="0"/>
                <w:sz w:val="20"/>
              </w:rPr>
            </w:pPr>
            <w:r w:rsidRPr="001476BC">
              <w:rPr>
                <w:rFonts w:hint="eastAsia"/>
                <w:kern w:val="0"/>
                <w:sz w:val="20"/>
              </w:rPr>
              <w:t>学院</w:t>
            </w:r>
          </w:p>
        </w:tc>
        <w:tc>
          <w:tcPr>
            <w:tcW w:w="362" w:type="pct"/>
          </w:tcPr>
          <w:p w:rsidR="00F811BF" w:rsidRPr="001476BC" w:rsidRDefault="00F811BF" w:rsidP="001476BC">
            <w:pPr>
              <w:jc w:val="center"/>
              <w:rPr>
                <w:kern w:val="0"/>
                <w:sz w:val="20"/>
              </w:rPr>
            </w:pPr>
            <w:r w:rsidRPr="001476BC">
              <w:rPr>
                <w:rFonts w:hint="eastAsia"/>
                <w:kern w:val="0"/>
                <w:sz w:val="20"/>
              </w:rPr>
              <w:t>姓名</w:t>
            </w:r>
          </w:p>
        </w:tc>
        <w:tc>
          <w:tcPr>
            <w:tcW w:w="410" w:type="pct"/>
          </w:tcPr>
          <w:p w:rsidR="00F811BF" w:rsidRPr="001476BC" w:rsidRDefault="00F811BF" w:rsidP="001476BC">
            <w:pPr>
              <w:jc w:val="center"/>
              <w:rPr>
                <w:kern w:val="0"/>
                <w:sz w:val="20"/>
              </w:rPr>
            </w:pPr>
            <w:r w:rsidRPr="001476BC">
              <w:rPr>
                <w:rFonts w:hint="eastAsia"/>
                <w:kern w:val="0"/>
                <w:sz w:val="20"/>
              </w:rPr>
              <w:t>学号</w:t>
            </w:r>
          </w:p>
        </w:tc>
        <w:tc>
          <w:tcPr>
            <w:tcW w:w="533" w:type="pct"/>
          </w:tcPr>
          <w:p w:rsidR="00F811BF" w:rsidRPr="001476BC" w:rsidRDefault="00F811BF" w:rsidP="001476BC">
            <w:pPr>
              <w:jc w:val="center"/>
              <w:rPr>
                <w:kern w:val="0"/>
                <w:sz w:val="20"/>
              </w:rPr>
            </w:pPr>
            <w:r w:rsidRPr="001476BC">
              <w:rPr>
                <w:rFonts w:hint="eastAsia"/>
                <w:kern w:val="0"/>
                <w:sz w:val="20"/>
              </w:rPr>
              <w:t>是否博士</w:t>
            </w:r>
          </w:p>
        </w:tc>
        <w:tc>
          <w:tcPr>
            <w:tcW w:w="312" w:type="pct"/>
          </w:tcPr>
          <w:p w:rsidR="00F811BF" w:rsidRPr="001476BC" w:rsidRDefault="00F811BF" w:rsidP="001476BC">
            <w:pPr>
              <w:jc w:val="center"/>
              <w:rPr>
                <w:kern w:val="0"/>
                <w:sz w:val="20"/>
              </w:rPr>
            </w:pPr>
            <w:r w:rsidRPr="001476BC">
              <w:rPr>
                <w:rFonts w:hint="eastAsia"/>
                <w:kern w:val="0"/>
                <w:sz w:val="20"/>
              </w:rPr>
              <w:t>导师</w:t>
            </w:r>
          </w:p>
        </w:tc>
        <w:tc>
          <w:tcPr>
            <w:tcW w:w="1124" w:type="pct"/>
          </w:tcPr>
          <w:p w:rsidR="00F811BF" w:rsidRPr="001476BC" w:rsidRDefault="00F811BF" w:rsidP="001476BC">
            <w:pPr>
              <w:jc w:val="center"/>
              <w:rPr>
                <w:kern w:val="0"/>
                <w:sz w:val="20"/>
              </w:rPr>
            </w:pPr>
            <w:r w:rsidRPr="001476BC">
              <w:rPr>
                <w:rFonts w:hint="eastAsia"/>
                <w:kern w:val="0"/>
                <w:sz w:val="20"/>
              </w:rPr>
              <w:t>会议名称</w:t>
            </w:r>
          </w:p>
        </w:tc>
        <w:tc>
          <w:tcPr>
            <w:tcW w:w="531" w:type="pct"/>
          </w:tcPr>
          <w:p w:rsidR="00F811BF" w:rsidRPr="001476BC" w:rsidRDefault="00F811BF" w:rsidP="001476BC">
            <w:pPr>
              <w:jc w:val="center"/>
              <w:rPr>
                <w:kern w:val="0"/>
                <w:sz w:val="20"/>
              </w:rPr>
            </w:pPr>
            <w:r w:rsidRPr="001476BC">
              <w:rPr>
                <w:rFonts w:hint="eastAsia"/>
                <w:kern w:val="0"/>
                <w:sz w:val="20"/>
              </w:rPr>
              <w:t>地点</w:t>
            </w:r>
          </w:p>
        </w:tc>
        <w:tc>
          <w:tcPr>
            <w:tcW w:w="444" w:type="pct"/>
          </w:tcPr>
          <w:p w:rsidR="00F811BF" w:rsidRPr="001476BC" w:rsidRDefault="00F811BF" w:rsidP="001476BC">
            <w:pPr>
              <w:jc w:val="center"/>
              <w:rPr>
                <w:kern w:val="0"/>
                <w:sz w:val="20"/>
              </w:rPr>
            </w:pPr>
            <w:r w:rsidRPr="001476BC">
              <w:rPr>
                <w:rFonts w:hint="eastAsia"/>
                <w:kern w:val="0"/>
                <w:sz w:val="20"/>
              </w:rPr>
              <w:t>时间</w:t>
            </w:r>
          </w:p>
        </w:tc>
        <w:tc>
          <w:tcPr>
            <w:tcW w:w="261" w:type="pct"/>
          </w:tcPr>
          <w:p w:rsidR="00F811BF" w:rsidRPr="001476BC" w:rsidRDefault="00F811BF" w:rsidP="001476BC">
            <w:pPr>
              <w:jc w:val="center"/>
              <w:rPr>
                <w:kern w:val="0"/>
                <w:sz w:val="20"/>
              </w:rPr>
            </w:pPr>
            <w:r w:rsidRPr="001476BC">
              <w:rPr>
                <w:rFonts w:hint="eastAsia"/>
                <w:kern w:val="0"/>
                <w:sz w:val="20"/>
              </w:rPr>
              <w:t>预算</w:t>
            </w:r>
          </w:p>
        </w:tc>
        <w:tc>
          <w:tcPr>
            <w:tcW w:w="329" w:type="pct"/>
          </w:tcPr>
          <w:p w:rsidR="00F811BF" w:rsidRPr="001476BC" w:rsidRDefault="00F811BF" w:rsidP="001476BC">
            <w:pPr>
              <w:jc w:val="center"/>
              <w:rPr>
                <w:kern w:val="0"/>
                <w:sz w:val="20"/>
              </w:rPr>
            </w:pPr>
            <w:r w:rsidRPr="001476BC">
              <w:rPr>
                <w:rFonts w:hint="eastAsia"/>
                <w:kern w:val="0"/>
                <w:sz w:val="20"/>
              </w:rPr>
              <w:t>类别</w:t>
            </w:r>
          </w:p>
        </w:tc>
      </w:tr>
      <w:tr w:rsidR="00F811BF" w:rsidTr="001476BC">
        <w:trPr>
          <w:jc w:val="center"/>
        </w:trPr>
        <w:tc>
          <w:tcPr>
            <w:tcW w:w="271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422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362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410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533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312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1124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531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444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  <w:bookmarkStart w:id="0" w:name="_GoBack"/>
            <w:bookmarkEnd w:id="0"/>
          </w:p>
        </w:tc>
        <w:tc>
          <w:tcPr>
            <w:tcW w:w="261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329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</w:tr>
      <w:tr w:rsidR="00F811BF" w:rsidTr="001476BC">
        <w:trPr>
          <w:jc w:val="center"/>
        </w:trPr>
        <w:tc>
          <w:tcPr>
            <w:tcW w:w="271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422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362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410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533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312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1124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531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444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261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329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</w:tr>
      <w:tr w:rsidR="00F811BF" w:rsidTr="001476BC">
        <w:trPr>
          <w:jc w:val="center"/>
        </w:trPr>
        <w:tc>
          <w:tcPr>
            <w:tcW w:w="271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422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362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410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533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312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1124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531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444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261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  <w:tc>
          <w:tcPr>
            <w:tcW w:w="329" w:type="pct"/>
          </w:tcPr>
          <w:p w:rsidR="00F811BF" w:rsidRPr="001476BC" w:rsidRDefault="00F811BF" w:rsidP="00515BC1">
            <w:pPr>
              <w:rPr>
                <w:kern w:val="0"/>
                <w:sz w:val="20"/>
              </w:rPr>
            </w:pPr>
          </w:p>
        </w:tc>
      </w:tr>
    </w:tbl>
    <w:p w:rsidR="00F811BF" w:rsidRDefault="00F811BF" w:rsidP="00DC72A9">
      <w:r>
        <w:rPr>
          <w:rFonts w:hint="eastAsia"/>
        </w:rPr>
        <w:t>注：</w:t>
      </w:r>
    </w:p>
    <w:p w:rsidR="00F811BF" w:rsidRDefault="00F811BF" w:rsidP="00DC72A9">
      <w:r>
        <w:t xml:space="preserve">1. </w:t>
      </w:r>
      <w:r>
        <w:rPr>
          <w:rFonts w:hint="eastAsia"/>
        </w:rPr>
        <w:t>只资助非定向博士生或硕博连读、直博研究生</w:t>
      </w:r>
    </w:p>
    <w:p w:rsidR="00F811BF" w:rsidRDefault="00F811BF" w:rsidP="00DC72A9">
      <w:r>
        <w:t xml:space="preserve">2. </w:t>
      </w:r>
      <w:r>
        <w:rPr>
          <w:rFonts w:hint="eastAsia"/>
        </w:rPr>
        <w:t>类别为：国际会议、国际访学</w:t>
      </w:r>
    </w:p>
    <w:p w:rsidR="00F811BF" w:rsidRPr="00DC72A9" w:rsidRDefault="00F811BF">
      <w:r>
        <w:t xml:space="preserve">3. </w:t>
      </w:r>
      <w:r>
        <w:rPr>
          <w:rFonts w:hint="eastAsia"/>
        </w:rPr>
        <w:t>国际访学时间为至少一个月</w:t>
      </w:r>
    </w:p>
    <w:sectPr w:rsidR="00F811BF" w:rsidRPr="00DC72A9" w:rsidSect="00C34F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1BF" w:rsidRDefault="00F811BF" w:rsidP="000B3089">
      <w:r>
        <w:separator/>
      </w:r>
    </w:p>
  </w:endnote>
  <w:endnote w:type="continuationSeparator" w:id="0">
    <w:p w:rsidR="00F811BF" w:rsidRDefault="00F811BF" w:rsidP="000B3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1BF" w:rsidRDefault="00F811BF" w:rsidP="000B3089">
      <w:r>
        <w:separator/>
      </w:r>
    </w:p>
  </w:footnote>
  <w:footnote w:type="continuationSeparator" w:id="0">
    <w:p w:rsidR="00F811BF" w:rsidRDefault="00F811BF" w:rsidP="000B30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72A9"/>
    <w:rsid w:val="00012A9B"/>
    <w:rsid w:val="000B3089"/>
    <w:rsid w:val="001476BC"/>
    <w:rsid w:val="00274FEF"/>
    <w:rsid w:val="004F48DC"/>
    <w:rsid w:val="00515BC1"/>
    <w:rsid w:val="005602E3"/>
    <w:rsid w:val="005B39B5"/>
    <w:rsid w:val="006F7A87"/>
    <w:rsid w:val="007D6459"/>
    <w:rsid w:val="007F3610"/>
    <w:rsid w:val="00966D96"/>
    <w:rsid w:val="00AC45E2"/>
    <w:rsid w:val="00BB7E86"/>
    <w:rsid w:val="00C34F65"/>
    <w:rsid w:val="00DC72A9"/>
    <w:rsid w:val="00E62AE8"/>
    <w:rsid w:val="00F8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2A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C72A9"/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0B30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B3089"/>
    <w:rPr>
      <w:rFonts w:ascii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B30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B3089"/>
    <w:rPr>
      <w:rFonts w:ascii="Times New Roma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0B30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308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24</Words>
  <Characters>138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资助研究生参加国际高水平会议和访学项目申请情况一览表</dc:title>
  <dc:subject/>
  <dc:creator>user</dc:creator>
  <cp:keywords/>
  <dc:description/>
  <cp:lastModifiedBy>D0278</cp:lastModifiedBy>
  <cp:revision>6</cp:revision>
  <dcterms:created xsi:type="dcterms:W3CDTF">2016-03-28T01:37:00Z</dcterms:created>
  <dcterms:modified xsi:type="dcterms:W3CDTF">2016-09-09T01:05:00Z</dcterms:modified>
</cp:coreProperties>
</file>